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3429A" w14:paraId="1AC42ABF" w14:textId="77777777" w:rsidTr="00050DA7">
        <w:tc>
          <w:tcPr>
            <w:tcW w:w="4428" w:type="dxa"/>
          </w:tcPr>
          <w:p w14:paraId="1D63C303" w14:textId="0F26ADB2" w:rsidR="000348ED" w:rsidRPr="00F3429A" w:rsidRDefault="005D05AC" w:rsidP="000D6ADA">
            <w:pPr>
              <w:tabs>
                <w:tab w:val="left" w:pos="851"/>
              </w:tabs>
            </w:pPr>
            <w:bookmarkStart w:id="0" w:name="_GoBack"/>
            <w:bookmarkEnd w:id="0"/>
            <w:r w:rsidRPr="00F3429A">
              <w:t>From:</w:t>
            </w:r>
            <w:r w:rsidRPr="00F3429A">
              <w:tab/>
            </w:r>
            <w:r w:rsidR="000D6ADA">
              <w:t>e-NAV</w:t>
            </w:r>
            <w:r w:rsidR="00543A41" w:rsidRPr="00F3429A">
              <w:t xml:space="preserve"> </w:t>
            </w:r>
            <w:r w:rsidRPr="00F3429A">
              <w:t>C</w:t>
            </w:r>
            <w:r w:rsidR="00050DA7" w:rsidRPr="00F3429A">
              <w:t>ommittee</w:t>
            </w:r>
          </w:p>
        </w:tc>
        <w:tc>
          <w:tcPr>
            <w:tcW w:w="5461" w:type="dxa"/>
          </w:tcPr>
          <w:p w14:paraId="173D03B6" w14:textId="1D8C6C65" w:rsidR="000348ED" w:rsidRPr="00F3429A" w:rsidRDefault="009B4067" w:rsidP="009B4067">
            <w:pPr>
              <w:jc w:val="right"/>
            </w:pPr>
            <w:r>
              <w:t>e-NAV</w:t>
            </w:r>
            <w:r w:rsidR="00650964">
              <w:t>/</w:t>
            </w:r>
            <w:r w:rsidR="003C0E66">
              <w:t>output</w:t>
            </w:r>
            <w:r w:rsidR="00650964">
              <w:t>/</w:t>
            </w:r>
            <w:r>
              <w:t>XX</w:t>
            </w:r>
          </w:p>
        </w:tc>
      </w:tr>
      <w:tr w:rsidR="000348ED" w:rsidRPr="00F3429A" w14:paraId="5549A57C" w14:textId="77777777" w:rsidTr="00050DA7">
        <w:tc>
          <w:tcPr>
            <w:tcW w:w="4428" w:type="dxa"/>
          </w:tcPr>
          <w:p w14:paraId="7340E4E9" w14:textId="457A2A67" w:rsidR="009B4067" w:rsidRDefault="005D05AC" w:rsidP="00933506">
            <w:pPr>
              <w:tabs>
                <w:tab w:val="left" w:pos="851"/>
              </w:tabs>
            </w:pPr>
            <w:r w:rsidRPr="00F3429A">
              <w:t>To:</w:t>
            </w:r>
            <w:r w:rsidRPr="00F3429A">
              <w:tab/>
            </w:r>
            <w:r w:rsidR="00933506">
              <w:t xml:space="preserve">Polar </w:t>
            </w:r>
            <w:r w:rsidR="008D4D25">
              <w:t xml:space="preserve">Region </w:t>
            </w:r>
            <w:r w:rsidR="00933506">
              <w:t xml:space="preserve">Workshop </w:t>
            </w:r>
            <w:r w:rsidR="008D4D25">
              <w:t xml:space="preserve">   </w:t>
            </w:r>
            <w:r w:rsidR="00933506">
              <w:t>Organising Committee</w:t>
            </w:r>
          </w:p>
          <w:p w14:paraId="72A89BC1" w14:textId="6C960DB7" w:rsidR="000D6ADA" w:rsidRPr="00F3429A" w:rsidRDefault="000D6ADA" w:rsidP="00543A41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496C280F" w14:textId="19651EC3" w:rsidR="000348ED" w:rsidRPr="00F3429A" w:rsidRDefault="009B4067" w:rsidP="00F3429A">
            <w:pPr>
              <w:jc w:val="right"/>
            </w:pPr>
            <w:r>
              <w:t>XX September</w:t>
            </w:r>
            <w:r w:rsidR="00543A41">
              <w:t xml:space="preserve"> 2013</w:t>
            </w:r>
          </w:p>
        </w:tc>
      </w:tr>
      <w:tr w:rsidR="009B4067" w:rsidRPr="00F3429A" w14:paraId="1CCA2654" w14:textId="77777777" w:rsidTr="00050DA7">
        <w:tc>
          <w:tcPr>
            <w:tcW w:w="4428" w:type="dxa"/>
          </w:tcPr>
          <w:p w14:paraId="4AE3BF68" w14:textId="77777777" w:rsidR="009B4067" w:rsidRPr="00F3429A" w:rsidRDefault="009B4067" w:rsidP="00543A41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1E32C55C" w14:textId="77777777" w:rsidR="009B4067" w:rsidRDefault="009B4067" w:rsidP="00F3429A">
            <w:pPr>
              <w:jc w:val="right"/>
            </w:pPr>
          </w:p>
        </w:tc>
      </w:tr>
    </w:tbl>
    <w:p w14:paraId="055E5E51" w14:textId="77777777" w:rsidR="00EB31D0" w:rsidRDefault="00EB31D0" w:rsidP="005D05AC">
      <w:pPr>
        <w:pStyle w:val="Title"/>
        <w:spacing w:after="120"/>
        <w:rPr>
          <w:color w:val="000000"/>
        </w:rPr>
      </w:pPr>
    </w:p>
    <w:p w14:paraId="1054FBDB" w14:textId="5EBDCA59" w:rsidR="000348ED" w:rsidRDefault="00F3429A" w:rsidP="005D05AC">
      <w:pPr>
        <w:pStyle w:val="Title"/>
        <w:spacing w:after="120"/>
        <w:rPr>
          <w:color w:val="000000"/>
        </w:rPr>
      </w:pPr>
      <w:r w:rsidRPr="00F3429A">
        <w:rPr>
          <w:color w:val="000000"/>
        </w:rPr>
        <w:t xml:space="preserve">Liaison note to the </w:t>
      </w:r>
      <w:r w:rsidR="00933506" w:rsidRPr="00933506">
        <w:rPr>
          <w:color w:val="000000"/>
        </w:rPr>
        <w:t>Polar Regions</w:t>
      </w:r>
      <w:r w:rsidR="00933506">
        <w:rPr>
          <w:color w:val="000000"/>
        </w:rPr>
        <w:t xml:space="preserve"> Workshop</w:t>
      </w:r>
    </w:p>
    <w:p w14:paraId="274EBD67" w14:textId="06376B9F" w:rsidR="00543A41" w:rsidRPr="0097322E" w:rsidRDefault="00933506" w:rsidP="00543A41">
      <w:pPr>
        <w:pStyle w:val="Title"/>
        <w:spacing w:after="120"/>
      </w:pPr>
      <w:r>
        <w:rPr>
          <w:color w:val="000000"/>
        </w:rPr>
        <w:t>Workshop inputs on PNT &amp; Communication in Polar Regions</w:t>
      </w:r>
    </w:p>
    <w:p w14:paraId="12C4DEC7" w14:textId="77777777" w:rsidR="00543A41" w:rsidRPr="0097322E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Introduction</w:t>
      </w:r>
    </w:p>
    <w:p w14:paraId="4D90C109" w14:textId="3D92EC93" w:rsidR="00933506" w:rsidRDefault="00933506" w:rsidP="00933506">
      <w:p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>To assist in the development of an IALA Guideline on “The challenges of providing AtoN services in Polar R</w:t>
      </w:r>
      <w:r w:rsidRPr="00933506">
        <w:rPr>
          <w:lang w:val="en-GB"/>
        </w:rPr>
        <w:t>egions</w:t>
      </w:r>
      <w:r>
        <w:rPr>
          <w:lang w:val="en-GB"/>
        </w:rPr>
        <w:t>”, the e-NAV Committee would like to provide two input documents for consideration at the Workshop.</w:t>
      </w:r>
    </w:p>
    <w:p w14:paraId="488A9F7D" w14:textId="77777777" w:rsidR="00933506" w:rsidRDefault="00933506" w:rsidP="00933506">
      <w:pPr>
        <w:autoSpaceDE w:val="0"/>
        <w:autoSpaceDN w:val="0"/>
        <w:adjustRightInd w:val="0"/>
        <w:rPr>
          <w:lang w:val="en-GB"/>
        </w:rPr>
      </w:pPr>
    </w:p>
    <w:p w14:paraId="09156152" w14:textId="114973AD" w:rsidR="00933506" w:rsidRDefault="00933506" w:rsidP="00933506">
      <w:p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>The two input papers are:</w:t>
      </w:r>
    </w:p>
    <w:p w14:paraId="14433147" w14:textId="4D514CC2" w:rsidR="00933506" w:rsidRDefault="00933506" w:rsidP="00933506">
      <w:pPr>
        <w:autoSpaceDE w:val="0"/>
        <w:autoSpaceDN w:val="0"/>
        <w:adjustRightInd w:val="0"/>
        <w:ind w:left="720"/>
        <w:rPr>
          <w:lang w:val="en-GB"/>
        </w:rPr>
      </w:pPr>
      <w:r>
        <w:rPr>
          <w:lang w:val="en-GB"/>
        </w:rPr>
        <w:t xml:space="preserve">Annex A:  </w:t>
      </w:r>
      <w:r w:rsidR="00F3412E">
        <w:rPr>
          <w:lang w:val="en-GB"/>
        </w:rPr>
        <w:t xml:space="preserve">Draft Guideline on Polar </w:t>
      </w:r>
      <w:r>
        <w:rPr>
          <w:lang w:val="en-GB"/>
        </w:rPr>
        <w:t>Communication</w:t>
      </w:r>
      <w:r w:rsidR="00F3412E">
        <w:rPr>
          <w:lang w:val="en-GB"/>
        </w:rPr>
        <w:t>s (e-NAV14 -9.X)</w:t>
      </w:r>
    </w:p>
    <w:p w14:paraId="7C5BDD62" w14:textId="21F8A9D5" w:rsidR="00933506" w:rsidRPr="00380C7B" w:rsidRDefault="00933506" w:rsidP="00933506">
      <w:pPr>
        <w:autoSpaceDE w:val="0"/>
        <w:autoSpaceDN w:val="0"/>
        <w:adjustRightInd w:val="0"/>
        <w:ind w:left="720"/>
        <w:rPr>
          <w:b/>
          <w:bCs/>
          <w:color w:val="000000"/>
          <w:sz w:val="36"/>
          <w:szCs w:val="36"/>
          <w:highlight w:val="yellow"/>
        </w:rPr>
      </w:pPr>
      <w:r>
        <w:rPr>
          <w:lang w:val="en-GB"/>
        </w:rPr>
        <w:t xml:space="preserve">Annex B:  PNT contribution to the </w:t>
      </w:r>
      <w:r w:rsidRPr="00933506">
        <w:rPr>
          <w:lang w:val="en-GB"/>
        </w:rPr>
        <w:t>Guideline on the Challendges of Providing AtoN Servic</w:t>
      </w:r>
      <w:r>
        <w:rPr>
          <w:lang w:val="en-GB"/>
        </w:rPr>
        <w:t>es in Polar regions.</w:t>
      </w:r>
      <w:r w:rsidR="00F3412E">
        <w:rPr>
          <w:lang w:val="en-GB"/>
        </w:rPr>
        <w:t xml:space="preserve"> (e-NAV14-9.X)</w:t>
      </w:r>
    </w:p>
    <w:p w14:paraId="64084C6D" w14:textId="7D6A32FE" w:rsidR="000D6ADA" w:rsidRDefault="000D6ADA" w:rsidP="00933506">
      <w:pPr>
        <w:pStyle w:val="List1"/>
        <w:numPr>
          <w:ilvl w:val="0"/>
          <w:numId w:val="0"/>
        </w:numPr>
        <w:ind w:left="567"/>
        <w:rPr>
          <w:lang w:val="en-GB"/>
        </w:rPr>
      </w:pPr>
    </w:p>
    <w:p w14:paraId="556B9AD2" w14:textId="77777777" w:rsidR="00543A41" w:rsidRPr="0097322E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Action requested</w:t>
      </w:r>
    </w:p>
    <w:p w14:paraId="77518E7A" w14:textId="0D0033D3" w:rsidR="00630F7F" w:rsidRDefault="00543A41" w:rsidP="00F57F59">
      <w:pPr>
        <w:pStyle w:val="BodyText"/>
      </w:pPr>
      <w:r w:rsidRPr="0097322E">
        <w:t xml:space="preserve">The </w:t>
      </w:r>
      <w:r w:rsidR="00933506">
        <w:t>Polar Workshop is invited to consider these input document</w:t>
      </w:r>
      <w:r w:rsidR="00F57F59">
        <w:t xml:space="preserve">s when developing the Guideline on </w:t>
      </w:r>
      <w:r w:rsidR="00F57F59" w:rsidRPr="00F57F59">
        <w:t>The Challenges Of Providing Aton Services In Polar Regions</w:t>
      </w:r>
      <w:r w:rsidR="00F57F59">
        <w:t>.</w:t>
      </w:r>
    </w:p>
    <w:p w14:paraId="5280898F" w14:textId="77777777" w:rsidR="009E58C1" w:rsidRDefault="009E58C1" w:rsidP="00543A41">
      <w:pPr>
        <w:pStyle w:val="Title"/>
        <w:spacing w:after="120"/>
      </w:pPr>
    </w:p>
    <w:p w14:paraId="282A200C" w14:textId="49BF9E13" w:rsidR="009E58C1" w:rsidRDefault="009E58C1">
      <w:pPr>
        <w:rPr>
          <w:rFonts w:cs="Arial"/>
          <w:b/>
          <w:bCs/>
          <w:kern w:val="28"/>
          <w:sz w:val="32"/>
          <w:szCs w:val="32"/>
        </w:rPr>
      </w:pPr>
    </w:p>
    <w:sectPr w:rsidR="009E58C1" w:rsidSect="00773AA1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71711D" w14:textId="77777777" w:rsidR="002E726D" w:rsidRDefault="002E726D" w:rsidP="00002906">
      <w:r>
        <w:separator/>
      </w:r>
    </w:p>
  </w:endnote>
  <w:endnote w:type="continuationSeparator" w:id="0">
    <w:p w14:paraId="14C71FC5" w14:textId="77777777" w:rsidR="002E726D" w:rsidRDefault="002E726D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3C4B3" w14:textId="77777777" w:rsidR="00773AA1" w:rsidRDefault="00773AA1">
    <w:pPr>
      <w:pStyle w:val="Footer"/>
    </w:pPr>
    <w:r>
      <w:tab/>
    </w: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D272F1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72E6D" w14:textId="77777777" w:rsidR="002E726D" w:rsidRDefault="002E726D" w:rsidP="00002906">
      <w:r>
        <w:separator/>
      </w:r>
    </w:p>
  </w:footnote>
  <w:footnote w:type="continuationSeparator" w:id="0">
    <w:p w14:paraId="71EDF7D8" w14:textId="77777777" w:rsidR="002E726D" w:rsidRDefault="002E726D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08D2B" w14:textId="50FA798E" w:rsidR="0072068D" w:rsidRDefault="0072068D">
    <w:pPr>
      <w:pStyle w:val="Header"/>
    </w:pPr>
    <w:r>
      <w:t>e</w:t>
    </w:r>
    <w:r w:rsidR="00D272F1">
      <w:t>-NAV14-17.1.2.1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24814CF"/>
    <w:multiLevelType w:val="hybridMultilevel"/>
    <w:tmpl w:val="F3B06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6598DA5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E4D25E3"/>
    <w:multiLevelType w:val="multilevel"/>
    <w:tmpl w:val="948AEC9E"/>
    <w:lvl w:ilvl="0">
      <w:start w:val="1"/>
      <w:numFmt w:val="decimal"/>
      <w:pStyle w:val="AnnexHead1"/>
      <w:lvlText w:val="%1"/>
      <w:lvlJc w:val="left"/>
      <w:pPr>
        <w:ind w:left="567" w:hanging="567"/>
      </w:pPr>
      <w:rPr>
        <w:rFonts w:ascii="Arial Bold" w:hAnsi="Arial Bold" w:hint="default"/>
        <w:b/>
        <w:bCs/>
        <w:i w:val="0"/>
        <w:iCs w:val="0"/>
        <w:caps/>
        <w:sz w:val="24"/>
        <w:szCs w:val="24"/>
      </w:rPr>
    </w:lvl>
    <w:lvl w:ilvl="1">
      <w:start w:val="1"/>
      <w:numFmt w:val="decimal"/>
      <w:pStyle w:val="AnnexHead2"/>
      <w:lvlText w:val="%1.%2"/>
      <w:lvlJc w:val="left"/>
      <w:pPr>
        <w:ind w:left="851" w:hanging="851"/>
      </w:pPr>
      <w:rPr>
        <w:rFonts w:ascii="Arial Bold" w:hAnsi="Arial Bold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AnnexHead3"/>
      <w:lvlText w:val="%1.%2.%3"/>
      <w:lvlJc w:val="left"/>
      <w:pPr>
        <w:ind w:left="992" w:hanging="992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0"/>
        </w:tabs>
        <w:ind w:left="1134" w:hanging="113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29A"/>
    <w:rsid w:val="00002906"/>
    <w:rsid w:val="00031A92"/>
    <w:rsid w:val="000348ED"/>
    <w:rsid w:val="00036801"/>
    <w:rsid w:val="00050DA7"/>
    <w:rsid w:val="000A5A01"/>
    <w:rsid w:val="000D6ADA"/>
    <w:rsid w:val="00135447"/>
    <w:rsid w:val="00152273"/>
    <w:rsid w:val="001A654A"/>
    <w:rsid w:val="001C74CF"/>
    <w:rsid w:val="001F6B70"/>
    <w:rsid w:val="00201BD9"/>
    <w:rsid w:val="002054E2"/>
    <w:rsid w:val="00211FDC"/>
    <w:rsid w:val="002C0A68"/>
    <w:rsid w:val="002E726D"/>
    <w:rsid w:val="002E7923"/>
    <w:rsid w:val="003178BB"/>
    <w:rsid w:val="00347A2D"/>
    <w:rsid w:val="00352C1A"/>
    <w:rsid w:val="0037726E"/>
    <w:rsid w:val="003C0E66"/>
    <w:rsid w:val="003D55DD"/>
    <w:rsid w:val="003E1831"/>
    <w:rsid w:val="00424954"/>
    <w:rsid w:val="00437A72"/>
    <w:rsid w:val="004922AC"/>
    <w:rsid w:val="004C1386"/>
    <w:rsid w:val="004C220D"/>
    <w:rsid w:val="00520BFD"/>
    <w:rsid w:val="00542EB3"/>
    <w:rsid w:val="00543A41"/>
    <w:rsid w:val="005651EA"/>
    <w:rsid w:val="005D05AC"/>
    <w:rsid w:val="00630F7F"/>
    <w:rsid w:val="0064435F"/>
    <w:rsid w:val="00650964"/>
    <w:rsid w:val="006576E9"/>
    <w:rsid w:val="006D470F"/>
    <w:rsid w:val="0072068D"/>
    <w:rsid w:val="00727E88"/>
    <w:rsid w:val="00773AA1"/>
    <w:rsid w:val="00775878"/>
    <w:rsid w:val="007A7350"/>
    <w:rsid w:val="0080092C"/>
    <w:rsid w:val="008064B1"/>
    <w:rsid w:val="00807BBE"/>
    <w:rsid w:val="00872453"/>
    <w:rsid w:val="008C0AC9"/>
    <w:rsid w:val="008D4D25"/>
    <w:rsid w:val="008F13DD"/>
    <w:rsid w:val="00902AA4"/>
    <w:rsid w:val="00933506"/>
    <w:rsid w:val="009B4067"/>
    <w:rsid w:val="009E58C1"/>
    <w:rsid w:val="009F3B6C"/>
    <w:rsid w:val="009F5C36"/>
    <w:rsid w:val="00A27F12"/>
    <w:rsid w:val="00A30579"/>
    <w:rsid w:val="00AA76C0"/>
    <w:rsid w:val="00AD673D"/>
    <w:rsid w:val="00B077EC"/>
    <w:rsid w:val="00B15B24"/>
    <w:rsid w:val="00B8247E"/>
    <w:rsid w:val="00C206C5"/>
    <w:rsid w:val="00CA04AF"/>
    <w:rsid w:val="00D272F1"/>
    <w:rsid w:val="00DE4640"/>
    <w:rsid w:val="00E03262"/>
    <w:rsid w:val="00E317F2"/>
    <w:rsid w:val="00E44648"/>
    <w:rsid w:val="00E6591D"/>
    <w:rsid w:val="00E90E17"/>
    <w:rsid w:val="00E93C9B"/>
    <w:rsid w:val="00EB31D0"/>
    <w:rsid w:val="00EC3370"/>
    <w:rsid w:val="00ED09F8"/>
    <w:rsid w:val="00EE3F2F"/>
    <w:rsid w:val="00F3412E"/>
    <w:rsid w:val="00F3429A"/>
    <w:rsid w:val="00F57F59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475E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st1">
    <w:name w:val="st1"/>
    <w:basedOn w:val="DefaultParagraphFont"/>
    <w:rsid w:val="00EC3370"/>
  </w:style>
  <w:style w:type="paragraph" w:customStyle="1" w:styleId="AnnexHead1">
    <w:name w:val="Annex Head 1"/>
    <w:basedOn w:val="Normal"/>
    <w:next w:val="BodyText"/>
    <w:rsid w:val="009E58C1"/>
    <w:pPr>
      <w:numPr>
        <w:numId w:val="26"/>
      </w:numPr>
      <w:spacing w:before="240" w:after="120"/>
    </w:pPr>
    <w:rPr>
      <w:rFonts w:eastAsia="Calibri" w:cs="Calibri"/>
      <w:b/>
      <w:bCs/>
      <w:caps/>
      <w:noProof w:val="0"/>
      <w:sz w:val="24"/>
      <w:szCs w:val="24"/>
      <w:lang w:val="en-GB" w:eastAsia="en-GB"/>
    </w:rPr>
  </w:style>
  <w:style w:type="paragraph" w:customStyle="1" w:styleId="AnnexHead2">
    <w:name w:val="Annex Head 2"/>
    <w:basedOn w:val="Normal"/>
    <w:next w:val="BodyText"/>
    <w:rsid w:val="009E58C1"/>
    <w:pPr>
      <w:numPr>
        <w:ilvl w:val="1"/>
        <w:numId w:val="26"/>
      </w:numPr>
      <w:spacing w:before="120" w:after="120"/>
    </w:pPr>
    <w:rPr>
      <w:rFonts w:eastAsia="Calibri" w:cs="Calibri"/>
      <w:b/>
      <w:noProof w:val="0"/>
      <w:szCs w:val="22"/>
      <w:lang w:val="en-GB" w:eastAsia="en-GB"/>
    </w:rPr>
  </w:style>
  <w:style w:type="paragraph" w:customStyle="1" w:styleId="AnnexHead3">
    <w:name w:val="Annex Head 3"/>
    <w:basedOn w:val="Normal"/>
    <w:next w:val="BodyText"/>
    <w:rsid w:val="009E58C1"/>
    <w:pPr>
      <w:numPr>
        <w:ilvl w:val="2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customStyle="1" w:styleId="AnnexHead4">
    <w:name w:val="Annex Head 4"/>
    <w:basedOn w:val="Normal"/>
    <w:next w:val="BodyText"/>
    <w:rsid w:val="009E58C1"/>
    <w:pPr>
      <w:numPr>
        <w:ilvl w:val="3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st1">
    <w:name w:val="st1"/>
    <w:basedOn w:val="DefaultParagraphFont"/>
    <w:rsid w:val="00EC3370"/>
  </w:style>
  <w:style w:type="paragraph" w:customStyle="1" w:styleId="AnnexHead1">
    <w:name w:val="Annex Head 1"/>
    <w:basedOn w:val="Normal"/>
    <w:next w:val="BodyText"/>
    <w:rsid w:val="009E58C1"/>
    <w:pPr>
      <w:numPr>
        <w:numId w:val="26"/>
      </w:numPr>
      <w:spacing w:before="240" w:after="120"/>
    </w:pPr>
    <w:rPr>
      <w:rFonts w:eastAsia="Calibri" w:cs="Calibri"/>
      <w:b/>
      <w:bCs/>
      <w:caps/>
      <w:noProof w:val="0"/>
      <w:sz w:val="24"/>
      <w:szCs w:val="24"/>
      <w:lang w:val="en-GB" w:eastAsia="en-GB"/>
    </w:rPr>
  </w:style>
  <w:style w:type="paragraph" w:customStyle="1" w:styleId="AnnexHead2">
    <w:name w:val="Annex Head 2"/>
    <w:basedOn w:val="Normal"/>
    <w:next w:val="BodyText"/>
    <w:rsid w:val="009E58C1"/>
    <w:pPr>
      <w:numPr>
        <w:ilvl w:val="1"/>
        <w:numId w:val="26"/>
      </w:numPr>
      <w:spacing w:before="120" w:after="120"/>
    </w:pPr>
    <w:rPr>
      <w:rFonts w:eastAsia="Calibri" w:cs="Calibri"/>
      <w:b/>
      <w:noProof w:val="0"/>
      <w:szCs w:val="22"/>
      <w:lang w:val="en-GB" w:eastAsia="en-GB"/>
    </w:rPr>
  </w:style>
  <w:style w:type="paragraph" w:customStyle="1" w:styleId="AnnexHead3">
    <w:name w:val="Annex Head 3"/>
    <w:basedOn w:val="Normal"/>
    <w:next w:val="BodyText"/>
    <w:rsid w:val="009E58C1"/>
    <w:pPr>
      <w:numPr>
        <w:ilvl w:val="2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customStyle="1" w:styleId="AnnexHead4">
    <w:name w:val="Annex Head 4"/>
    <w:basedOn w:val="Normal"/>
    <w:next w:val="BodyText"/>
    <w:rsid w:val="009E58C1"/>
    <w:pPr>
      <w:numPr>
        <w:ilvl w:val="3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e-NAV12\Output\e-NAV%2012%20Liaison%20to%20E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7540B-50F5-483A-A3FD-7F37189A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e-NAV 12 Liaison to EEP.dotx</Template>
  <TotalTime>7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Alimchandani, Mahesh</dc:creator>
  <cp:lastModifiedBy>Seamus Doyle</cp:lastModifiedBy>
  <cp:revision>7</cp:revision>
  <cp:lastPrinted>2012-09-27T10:00:00Z</cp:lastPrinted>
  <dcterms:created xsi:type="dcterms:W3CDTF">2013-09-24T19:45:00Z</dcterms:created>
  <dcterms:modified xsi:type="dcterms:W3CDTF">2013-09-26T10:23:00Z</dcterms:modified>
</cp:coreProperties>
</file>